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ACB1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Wykonawca</w:t>
      </w:r>
    </w:p>
    <w:p w14:paraId="214AEC1A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52506734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B91A2A">
        <w:rPr>
          <w:rFonts w:ascii="Arial Narrow" w:hAnsi="Arial Narrow"/>
          <w:sz w:val="24"/>
          <w:szCs w:val="24"/>
        </w:rPr>
        <w:tab/>
      </w:r>
    </w:p>
    <w:p w14:paraId="719413D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B91A2A">
        <w:rPr>
          <w:rFonts w:ascii="Arial Narrow" w:hAnsi="Arial Narrow"/>
          <w:sz w:val="24"/>
          <w:szCs w:val="24"/>
        </w:rPr>
        <w:t>CEiDG</w:t>
      </w:r>
      <w:proofErr w:type="spellEnd"/>
      <w:r w:rsidRPr="00B91A2A">
        <w:rPr>
          <w:rFonts w:ascii="Arial Narrow" w:hAnsi="Arial Narrow"/>
          <w:sz w:val="24"/>
          <w:szCs w:val="24"/>
        </w:rPr>
        <w:t>)</w:t>
      </w:r>
    </w:p>
    <w:p w14:paraId="58CA637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reprezentowany przez:</w:t>
      </w:r>
    </w:p>
    <w:p w14:paraId="6757B5C2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2AE4BD47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(imię, nazwisko, stanowisko /</w:t>
      </w:r>
    </w:p>
    <w:p w14:paraId="243E128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podstawa do reprezentacji)</w:t>
      </w:r>
    </w:p>
    <w:p w14:paraId="7C5A892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84DA15F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OŚWIADCZENIE WYKONAWCÓW </w:t>
      </w:r>
    </w:p>
    <w:p w14:paraId="15349680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WSPÓLNIE UBIEGAJĄCYCH SIĘ O UDZIELENIE ZAMÓWIENIA</w:t>
      </w:r>
    </w:p>
    <w:p w14:paraId="1D7E6FF0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składane na podstawie art. 117 ust. 4 ustawy z dnia 11 września 2019 r.</w:t>
      </w:r>
    </w:p>
    <w:p w14:paraId="16990FF3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B91A2A">
        <w:rPr>
          <w:rFonts w:ascii="Arial Narrow" w:hAnsi="Arial Narrow"/>
          <w:sz w:val="24"/>
          <w:szCs w:val="24"/>
        </w:rPr>
        <w:t>Pzp</w:t>
      </w:r>
      <w:proofErr w:type="spellEnd"/>
      <w:r w:rsidRPr="00B91A2A">
        <w:rPr>
          <w:rFonts w:ascii="Arial Narrow" w:hAnsi="Arial Narrow"/>
          <w:sz w:val="24"/>
          <w:szCs w:val="24"/>
        </w:rPr>
        <w:t>)</w:t>
      </w:r>
    </w:p>
    <w:p w14:paraId="090594E1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62D26AC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Na potrzeby postępowania o udzielenie zamówienia publicznego na realizację zadania:</w:t>
      </w:r>
    </w:p>
    <w:p w14:paraId="7D317164" w14:textId="0F98CDA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B91A2A">
        <w:rPr>
          <w:rFonts w:ascii="Arial Narrow" w:hAnsi="Arial Narrow"/>
          <w:sz w:val="24"/>
          <w:szCs w:val="24"/>
        </w:rPr>
        <w:t>”</w:t>
      </w:r>
    </w:p>
    <w:p w14:paraId="6CD81285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Oświadczam / oświadczamy, iż następujące roboty budowalne wykonają poszczególni Wykonawcy wspólnie ubiegający się o udzielenie zamówienia:</w:t>
      </w:r>
    </w:p>
    <w:p w14:paraId="384B68A2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FF9F37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Wykonawca (nazwa): …………………………………………………………………………………. </w:t>
      </w:r>
    </w:p>
    <w:p w14:paraId="72FE8D5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A817D1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wykona: ……………………………………………………………………………….…………………</w:t>
      </w:r>
    </w:p>
    <w:p w14:paraId="44A92C55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9168336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Wykonawca (nazwa): …………………………………………………………………………………. </w:t>
      </w:r>
    </w:p>
    <w:p w14:paraId="5FB4694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737F7FA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wykona: ……………………………………………………………………………….………………… </w:t>
      </w:r>
    </w:p>
    <w:p w14:paraId="2930FF3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0232E3F" w14:textId="77777777" w:rsid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160CFB7" w14:textId="5A789CC6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52642B6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7E279F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B91A2A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766EE21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6E5280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03DAF6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0C7F6DB" w14:textId="347E60C9" w:rsidR="00AA6F2D" w:rsidRPr="00AA6F2D" w:rsidRDefault="00B91A2A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ab/>
      </w:r>
    </w:p>
    <w:sectPr w:rsidR="00AA6F2D" w:rsidRPr="00AA6F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36D35" w14:textId="77777777" w:rsidR="00CD4599" w:rsidRDefault="00CD4599" w:rsidP="001522C2">
      <w:pPr>
        <w:spacing w:after="0" w:line="240" w:lineRule="auto"/>
      </w:pPr>
      <w:r>
        <w:separator/>
      </w:r>
    </w:p>
  </w:endnote>
  <w:endnote w:type="continuationSeparator" w:id="0">
    <w:p w14:paraId="2DEBC076" w14:textId="77777777" w:rsidR="00CD4599" w:rsidRDefault="00CD4599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ED29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7936894B" wp14:editId="3C3DEC92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7602AE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70F86" w14:textId="77777777" w:rsidR="00CD4599" w:rsidRDefault="00CD4599" w:rsidP="001522C2">
      <w:pPr>
        <w:spacing w:after="0" w:line="240" w:lineRule="auto"/>
      </w:pPr>
      <w:r>
        <w:separator/>
      </w:r>
    </w:p>
  </w:footnote>
  <w:footnote w:type="continuationSeparator" w:id="0">
    <w:p w14:paraId="5A72A5E9" w14:textId="77777777" w:rsidR="00CD4599" w:rsidRDefault="00CD4599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73045" w14:textId="7D86F506" w:rsidR="00B91A2A" w:rsidRDefault="00B91A2A">
    <w:pPr>
      <w:pStyle w:val="Nagwek"/>
    </w:pPr>
    <w:r>
      <w:t xml:space="preserve">Załącznik nr 5,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>
      <w:rPr>
        <w:rFonts w:ascii="Arial Narrow" w:hAnsi="Arial Narrow"/>
        <w:sz w:val="24"/>
        <w:szCs w:val="24"/>
      </w:rPr>
      <w:t>, wzór oświadczenia wykonawców wspólnie ubiegających się o udzielenie zamówienia</w:t>
    </w:r>
  </w:p>
  <w:p w14:paraId="5F1C2EC2" w14:textId="77777777" w:rsidR="00B91A2A" w:rsidRDefault="00B91A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A2A"/>
    <w:rsid w:val="001522C2"/>
    <w:rsid w:val="001D1F39"/>
    <w:rsid w:val="00795F52"/>
    <w:rsid w:val="00AA6F2D"/>
    <w:rsid w:val="00B91A2A"/>
    <w:rsid w:val="00C6059F"/>
    <w:rsid w:val="00CB37E0"/>
    <w:rsid w:val="00CD4599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77F7"/>
  <w15:chartTrackingRefBased/>
  <w15:docId w15:val="{3D4BCB7B-E8A5-44B3-90EA-A325B780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2026-01-26T16:20:00Z</dcterms:created>
  <dcterms:modified xsi:type="dcterms:W3CDTF">2026-01-26T16:22:00Z</dcterms:modified>
</cp:coreProperties>
</file>